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61FE2E8-E2A1-4669-AB91-23FE28E2872B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